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70484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100.6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142C71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="00142C71"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794F45">
      <w:pPr>
        <w:widowControl/>
        <w:jc w:val="left"/>
      </w:pPr>
      <w:r>
        <w:rPr>
          <w:noProof/>
        </w:rPr>
        <w:pict>
          <v:shape id="_x0000_s1062" type="#_x0000_t202" style="position:absolute;margin-left:516.95pt;margin-top:-49.05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794F45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20.1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794F45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88.95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175.95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244.4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６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313.9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７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6" type="#_x0000_t202" style="position:absolute;margin-left:516.95pt;margin-top:381.85pt;width:18pt;height:85.05pt;z-index:251675136;v-text-anchor:middle" filled="f" stroked="f" strokeweight="0">
            <v:stroke dashstyle="1 1" endcap="round"/>
            <v:textbox style="layout-flow:vertical-ideographic;mso-next-textbox:#_x0000_s1056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８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5" type="#_x0000_t202" style="position:absolute;margin-left:516.95pt;margin-top:450.7pt;width:18pt;height:85.05pt;z-index:251674112;v-text-anchor:middle" filled="f" stroked="f" strokeweight="0">
            <v:stroke dashstyle="1 1" endcap="round"/>
            <v:textbox style="layout-flow:vertical-ideographic;mso-next-textbox:#_x0000_s1055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９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4" type="#_x0000_t202" style="position:absolute;margin-left:516.95pt;margin-top:521.65pt;width:18pt;height:85.05pt;z-index:251673088;v-text-anchor:middle" filled="f" stroked="f" strokeweight="0">
            <v:stroke dashstyle="1 1" endcap="round"/>
            <v:textbox style="layout-flow:vertical-ideographic;mso-next-textbox:#_x0000_s1054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10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794F45">
      <w:pPr>
        <w:widowControl/>
        <w:jc w:val="left"/>
      </w:pPr>
      <w:r>
        <w:rPr>
          <w:noProof/>
        </w:rPr>
        <w:lastRenderedPageBreak/>
        <w:pict>
          <v:shape id="_x0000_s1053" type="#_x0000_t202" style="position:absolute;margin-left:516.95pt;margin-top:589.95pt;width:18pt;height:85.05pt;z-index:251672064;v-text-anchor:middle" filled="f" stroked="f" strokeweight="0">
            <v:stroke dashstyle="1 1" endcap="round"/>
            <v:textbox style="layout-flow:vertical-ideographic;mso-next-textbox:#_x0000_s1053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794F45">
      <w:r>
        <w:rPr>
          <w:noProof/>
        </w:rPr>
        <w:lastRenderedPageBreak/>
        <w:pict>
          <v:shape id="_x0000_s1052" type="#_x0000_t202" style="position:absolute;left:0;text-align:left;margin-left:516.95pt;margin-top:659.1pt;width:18pt;height:85.05pt;z-index:251671040;v-text-anchor:middle" filled="f" stroked="f" strokeweight="0">
            <v:stroke dashstyle="1 1" endcap="round"/>
            <v:textbox style="layout-flow:vertical-ideographic;mso-next-textbox:#_x0000_s1052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12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2</w:t>
                  </w:r>
                </w:p>
              </w:txbxContent>
            </v:textbox>
          </v:shape>
        </w:pict>
      </w:r>
    </w:p>
    <w:sectPr w:rsidR="00ED218A" w:rsidSect="00B812C4">
      <w:headerReference w:type="even" r:id="rId6"/>
      <w:headerReference w:type="default" r:id="rId7"/>
      <w:headerReference w:type="first" r:id="rId8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9D8" w:rsidRDefault="00F679D8" w:rsidP="00B812C4">
      <w:r>
        <w:separator/>
      </w:r>
    </w:p>
  </w:endnote>
  <w:endnote w:type="continuationSeparator" w:id="0">
    <w:p w:rsidR="00F679D8" w:rsidRDefault="00F679D8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9D8" w:rsidRDefault="00F679D8" w:rsidP="00B812C4">
      <w:r>
        <w:separator/>
      </w:r>
    </w:p>
  </w:footnote>
  <w:footnote w:type="continuationSeparator" w:id="0">
    <w:p w:rsidR="00F679D8" w:rsidRDefault="00F679D8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142C7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1" o:title="index12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142C7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789606" o:spid="_x0000_s2064" type="#_x0000_t75" style="position:absolute;left:0;text-align:left;margin-left:0;margin-top:0;width:647pt;height:859pt;z-index:-251656192;mso-position-horizontal:center;mso-position-horizontal-relative:page;mso-position-vertical:center;mso-position-vertical-relative:page" o:allowincell="f">
          <v:imagedata r:id="rId1" o:title="index12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142C7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1" o:title="index12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42C71"/>
    <w:rsid w:val="001F2751"/>
    <w:rsid w:val="00336010"/>
    <w:rsid w:val="003607A3"/>
    <w:rsid w:val="00451159"/>
    <w:rsid w:val="004E7570"/>
    <w:rsid w:val="0050339E"/>
    <w:rsid w:val="00655DBE"/>
    <w:rsid w:val="00692B55"/>
    <w:rsid w:val="00704846"/>
    <w:rsid w:val="00794F45"/>
    <w:rsid w:val="00A43CA4"/>
    <w:rsid w:val="00B446D9"/>
    <w:rsid w:val="00B812C4"/>
    <w:rsid w:val="00C970F7"/>
    <w:rsid w:val="00D95898"/>
    <w:rsid w:val="00E25F3A"/>
    <w:rsid w:val="00E871AB"/>
    <w:rsid w:val="00ED218A"/>
    <w:rsid w:val="00F61787"/>
    <w:rsid w:val="00F6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9</TotalTime>
  <Pages>12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2012-12-21T10:34:00Z</dcterms:created>
  <dcterms:modified xsi:type="dcterms:W3CDTF">2012-12-21T10:37:00Z</dcterms:modified>
</cp:coreProperties>
</file>