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2A4759" w:rsidP="00511368">
      <w:pPr>
        <w:tabs>
          <w:tab w:val="left" w:pos="216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6.95pt;margin-top:-96.3pt;width:18pt;height:85.05pt;z-index:251657728;v-text-anchor:middle" filled="f" stroked="f" strokeweight="0">
            <v:stroke dashstyle="1 1" endcap="round"/>
            <v:textbox style="layout-flow:vertical-ideographic;mso-next-textbox:#_x0000_s1036" inset="0,0,0,0">
              <w:txbxContent>
                <w:p w:rsidR="00655DBE" w:rsidRPr="00142C71" w:rsidRDefault="00655DBE" w:rsidP="00655DBE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="00142C71"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11368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511368">
      <w:r>
        <w:rPr>
          <w:noProof/>
        </w:rPr>
        <w:lastRenderedPageBreak/>
        <w:pict>
          <v:shape id="_x0000_s1062" type="#_x0000_t202" style="position:absolute;left:0;text-align:left;margin-left:516.95pt;margin-top:-22.05pt;width:18pt;height:85.05pt;z-index:251681280;v-text-anchor:middle" filled="f" stroked="f" strokeweight="0">
            <v:stroke dashstyle="1 1" endcap="round"/>
            <v:textbox style="layout-flow:vertical-ideographic;mso-next-textbox:#_x0000_s1062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11368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２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2A4759">
      <w:pPr>
        <w:widowControl/>
        <w:jc w:val="left"/>
      </w:pPr>
      <w:r>
        <w:rPr>
          <w:noProof/>
        </w:rPr>
        <w:pict>
          <v:shape id="_x0000_s1061" type="#_x0000_t202" style="position:absolute;margin-left:516.95pt;margin-top:36pt;width:18pt;height:85.05pt;z-index:251680256;v-text-anchor:middle" filled="f" stroked="f" strokeweight="0">
            <v:stroke dashstyle="1 1" endcap="round"/>
            <v:textbox style="layout-flow:vertical-ideographic;mso-next-textbox:#_x0000_s1061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11368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３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2A4759">
      <w:pPr>
        <w:widowControl/>
        <w:jc w:val="left"/>
      </w:pPr>
      <w:r>
        <w:rPr>
          <w:noProof/>
        </w:rPr>
        <w:pict>
          <v:shape id="_x0000_s1060" type="#_x0000_t202" style="position:absolute;margin-left:516.95pt;margin-top:110.25pt;width:18pt;height:85.05pt;z-index:251679232;v-text-anchor:middle" filled="f" stroked="f" strokeweight="0">
            <v:stroke dashstyle="1 1" endcap="round"/>
            <v:textbox style="layout-flow:vertical-ideographic;mso-next-textbox:#_x0000_s1060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A16F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４</w:t>
                  </w:r>
                </w:p>
              </w:txbxContent>
            </v:textbox>
          </v:shape>
        </w:pict>
      </w:r>
      <w:r w:rsidR="00655DBE">
        <w:br w:type="page"/>
      </w:r>
    </w:p>
    <w:p w:rsidR="00142C71" w:rsidRDefault="002A4759">
      <w:pPr>
        <w:widowControl/>
        <w:jc w:val="left"/>
      </w:pPr>
      <w:r>
        <w:rPr>
          <w:noProof/>
        </w:rPr>
        <w:lastRenderedPageBreak/>
        <w:pict>
          <v:shape id="_x0000_s1059" type="#_x0000_t202" style="position:absolute;margin-left:516.95pt;margin-top:202.95pt;width:18pt;height:85.05pt;z-index:251678208;v-text-anchor:middle" filled="f" stroked="f" strokeweight="0">
            <v:stroke dashstyle="1 1" endcap="round"/>
            <v:textbox style="layout-flow:vertical-ideographic;mso-next-textbox:#_x0000_s1059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A16F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５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2A4759">
      <w:pPr>
        <w:widowControl/>
        <w:jc w:val="left"/>
      </w:pPr>
      <w:r>
        <w:rPr>
          <w:noProof/>
        </w:rPr>
        <w:lastRenderedPageBreak/>
        <w:pict>
          <v:shape id="_x0000_s1058" type="#_x0000_t202" style="position:absolute;margin-left:516.95pt;margin-top:279pt;width:18pt;height:85.05pt;z-index:251677184;v-text-anchor:middle" filled="f" stroked="f" strokeweight="0">
            <v:stroke dashstyle="1 1" endcap="round"/>
            <v:textbox style="layout-flow:vertical-ideographic;mso-next-textbox:#_x0000_s1058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A16F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６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2A4759">
      <w:pPr>
        <w:widowControl/>
        <w:jc w:val="left"/>
      </w:pPr>
      <w:r>
        <w:rPr>
          <w:noProof/>
        </w:rPr>
        <w:lastRenderedPageBreak/>
        <w:pict>
          <v:shape id="_x0000_s1057" type="#_x0000_t202" style="position:absolute;margin-left:516.95pt;margin-top:354.15pt;width:18pt;height:85.05pt;z-index:251676160;v-text-anchor:middle" filled="f" stroked="f" strokeweight="0">
            <v:stroke dashstyle="1 1" endcap="round"/>
            <v:textbox style="layout-flow:vertical-ideographic;mso-next-textbox:#_x0000_s1057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A16F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７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2A4759">
      <w:pPr>
        <w:widowControl/>
        <w:jc w:val="left"/>
      </w:pPr>
      <w:r>
        <w:rPr>
          <w:noProof/>
        </w:rPr>
        <w:lastRenderedPageBreak/>
        <w:pict>
          <v:shape id="_x0000_s1056" type="#_x0000_t202" style="position:absolute;margin-left:516.95pt;margin-top:428.85pt;width:18pt;height:85.05pt;z-index:251675136;v-text-anchor:middle" filled="f" stroked="f" strokeweight="0">
            <v:stroke dashstyle="1 1" endcap="round"/>
            <v:textbox style="layout-flow:vertical-ideographic;mso-next-textbox:#_x0000_s1056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A16F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８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2A4759">
      <w:pPr>
        <w:widowControl/>
        <w:jc w:val="left"/>
      </w:pPr>
      <w:r>
        <w:rPr>
          <w:noProof/>
        </w:rPr>
        <w:lastRenderedPageBreak/>
        <w:pict>
          <v:shape id="_x0000_s1055" type="#_x0000_t202" style="position:absolute;margin-left:516.95pt;margin-top:7in;width:18pt;height:85.05pt;z-index:251674112;v-text-anchor:middle" filled="f" stroked="f" strokeweight="0">
            <v:stroke dashstyle="1 1" endcap="round"/>
            <v:textbox style="layout-flow:vertical-ideographic;mso-next-textbox:#_x0000_s1055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A16F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９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2A4759">
      <w:pPr>
        <w:widowControl/>
        <w:jc w:val="left"/>
      </w:pPr>
      <w:r>
        <w:rPr>
          <w:noProof/>
        </w:rPr>
        <w:lastRenderedPageBreak/>
        <w:pict>
          <v:shape id="_x0000_s1054" type="#_x0000_t202" style="position:absolute;margin-left:516.95pt;margin-top:580.95pt;width:18pt;height:85.05pt;z-index:251673088;v-text-anchor:middle" filled="f" stroked="f" strokeweight="0">
            <v:stroke dashstyle="1 1" endcap="round"/>
            <v:textbox style="layout-flow:vertical-ideographic;mso-next-textbox:#_x0000_s1054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A16F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6384" w:vert="1" w:vertCompress="1"/>
                    </w:rPr>
                    <w:t>10</w:t>
                  </w:r>
                </w:p>
              </w:txbxContent>
            </v:textbox>
          </v:shape>
        </w:pict>
      </w:r>
      <w:r w:rsidR="00142C71">
        <w:br w:type="page"/>
      </w:r>
    </w:p>
    <w:p w:rsidR="00ED218A" w:rsidRDefault="002A4759" w:rsidP="005A16F4">
      <w:pPr>
        <w:widowControl/>
        <w:jc w:val="left"/>
      </w:pPr>
      <w:r>
        <w:rPr>
          <w:noProof/>
        </w:rPr>
        <w:lastRenderedPageBreak/>
        <w:pict>
          <v:shape id="_x0000_s1053" type="#_x0000_t202" style="position:absolute;margin-left:516.95pt;margin-top:657pt;width:18pt;height:85.05pt;z-index:251672064;v-text-anchor:middle" filled="f" stroked="f" strokeweight="0">
            <v:stroke dashstyle="1 1" endcap="round"/>
            <v:textbox style="layout-flow:vertical-ideographic;mso-next-textbox:#_x0000_s1053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5A16F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6384" w:vert="1" w:vertCompress="1"/>
                    </w:rPr>
                    <w:t>1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6384" w:vert="1" w:vertCompress="1"/>
                    </w:rPr>
                    <w:t>1</w:t>
                  </w:r>
                </w:p>
              </w:txbxContent>
            </v:textbox>
          </v:shape>
        </w:pict>
      </w:r>
    </w:p>
    <w:sectPr w:rsidR="00ED218A" w:rsidSect="00B812C4">
      <w:headerReference w:type="even" r:id="rId7"/>
      <w:headerReference w:type="default" r:id="rId8"/>
      <w:headerReference w:type="first" r:id="rId9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355" w:rsidRDefault="00F25355" w:rsidP="00B812C4">
      <w:r>
        <w:separator/>
      </w:r>
    </w:p>
  </w:endnote>
  <w:endnote w:type="continuationSeparator" w:id="0">
    <w:p w:rsidR="00F25355" w:rsidRDefault="00F25355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355" w:rsidRDefault="00F25355" w:rsidP="00B812C4">
      <w:r>
        <w:separator/>
      </w:r>
    </w:p>
  </w:footnote>
  <w:footnote w:type="continuationSeparator" w:id="0">
    <w:p w:rsidR="00F25355" w:rsidRDefault="00F25355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51136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324844" o:spid="_x0000_s2066" type="#_x0000_t75" style="position:absolute;left:0;text-align:left;margin-left:0;margin-top:0;width:647pt;height:859pt;z-index:-251655168;mso-position-horizontal:center;mso-position-horizontal-relative:margin;mso-position-vertical:center;mso-position-vertical-relative:margin" o:allowincell="f">
          <v:imagedata r:id="rId1" o:title="index11"/>
        </v:shape>
      </w:pict>
    </w:r>
    <w:r w:rsidR="002A4759">
      <w:rPr>
        <w:noProof/>
      </w:rPr>
      <w:pict>
        <v:shape id="WordPictureWatermark37789605" o:spid="_x0000_s2063" type="#_x0000_t75" style="position:absolute;left:0;text-align:left;margin-left:0;margin-top:0;width:647pt;height:859pt;z-index:-251657216;mso-position-horizontal:center;mso-position-horizontal-relative:margin;mso-position-vertical:center;mso-position-vertical-relative:margin" o:allowincell="f">
          <v:imagedata r:id="rId2" o:title="index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51136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324845" o:spid="_x0000_s2067" type="#_x0000_t75" style="position:absolute;left:0;text-align:left;margin-left:0;margin-top:0;width:647pt;height:859pt;z-index:-251654144;mso-position-horizontal:center;mso-position-horizontal-relative:page;mso-position-vertical:center;mso-position-vertical-relative:page" o:allowincell="f">
          <v:imagedata r:id="rId1" o:title="index11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51136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324843" o:spid="_x0000_s2065" type="#_x0000_t75" style="position:absolute;left:0;text-align:left;margin-left:0;margin-top:0;width:647pt;height:859pt;z-index:-251656192;mso-position-horizontal:center;mso-position-horizontal-relative:margin;mso-position-vertical:center;mso-position-vertical-relative:margin" o:allowincell="f">
          <v:imagedata r:id="rId1" o:title="index11"/>
        </v:shape>
      </w:pict>
    </w:r>
    <w:r w:rsidR="002A4759">
      <w:rPr>
        <w:noProof/>
      </w:rPr>
      <w:pict>
        <v:shape id="WordPictureWatermark37789604" o:spid="_x0000_s2062" type="#_x0000_t75" style="position:absolute;left:0;text-align:left;margin-left:0;margin-top:0;width:647pt;height:859pt;z-index:-251658240;mso-position-horizontal:center;mso-position-horizontal-relative:margin;mso-position-vertical:center;mso-position-vertical-relative:margin" o:allowincell="f">
          <v:imagedata r:id="rId2" o:title="index1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1266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1011B1"/>
    <w:rsid w:val="00142C71"/>
    <w:rsid w:val="001F2751"/>
    <w:rsid w:val="002A4759"/>
    <w:rsid w:val="00336010"/>
    <w:rsid w:val="003607A3"/>
    <w:rsid w:val="00451159"/>
    <w:rsid w:val="004E7570"/>
    <w:rsid w:val="0050339E"/>
    <w:rsid w:val="00511368"/>
    <w:rsid w:val="005A16F4"/>
    <w:rsid w:val="00655DBE"/>
    <w:rsid w:val="00692B55"/>
    <w:rsid w:val="00704846"/>
    <w:rsid w:val="00794F45"/>
    <w:rsid w:val="00A43CA4"/>
    <w:rsid w:val="00B446D9"/>
    <w:rsid w:val="00B812C4"/>
    <w:rsid w:val="00C970F7"/>
    <w:rsid w:val="00D95898"/>
    <w:rsid w:val="00E25F3A"/>
    <w:rsid w:val="00E871AB"/>
    <w:rsid w:val="00ED218A"/>
    <w:rsid w:val="00F25355"/>
    <w:rsid w:val="00F61787"/>
    <w:rsid w:val="00F6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D43CD-FDF4-4B77-B4DE-F5535C837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4</TotalTime>
  <Pages>11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dcterms:created xsi:type="dcterms:W3CDTF">2012-12-21T10:38:00Z</dcterms:created>
  <dcterms:modified xsi:type="dcterms:W3CDTF">2012-12-21T10:41:00Z</dcterms:modified>
</cp:coreProperties>
</file>