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BE" w:rsidRDefault="004B55D4" w:rsidP="00511368">
      <w:pPr>
        <w:tabs>
          <w:tab w:val="left" w:pos="216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516.95pt;margin-top:-63pt;width:18pt;height:85.05pt;z-index:251657728;v-text-anchor:middle" filled="f" stroked="f" strokeweight="0">
            <v:stroke dashstyle="1 1" endcap="round"/>
            <v:textbox style="layout-flow:vertical-ideographic;mso-next-textbox:#_x0000_s1036" inset="0,0,0,0">
              <w:txbxContent>
                <w:p w:rsidR="00655DBE" w:rsidRPr="00661544" w:rsidRDefault="00655DBE" w:rsidP="00655DBE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3B53B2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６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-１</w:t>
                  </w:r>
                </w:p>
              </w:txbxContent>
            </v:textbox>
          </v:shape>
        </w:pict>
      </w:r>
    </w:p>
    <w:p w:rsidR="00655DBE" w:rsidRDefault="00655DBE">
      <w:pPr>
        <w:widowControl/>
        <w:jc w:val="left"/>
      </w:pPr>
      <w:r>
        <w:br w:type="page"/>
      </w:r>
    </w:p>
    <w:p w:rsidR="00655DBE" w:rsidRDefault="00655DBE"/>
    <w:p w:rsidR="00655DBE" w:rsidRDefault="00661544">
      <w:pPr>
        <w:widowControl/>
        <w:jc w:val="left"/>
      </w:pPr>
      <w:r>
        <w:rPr>
          <w:noProof/>
        </w:rPr>
        <w:pict>
          <v:shape id="_x0000_s1062" type="#_x0000_t202" style="position:absolute;margin-left:516.95pt;margin-top:54pt;width:18pt;height:85.05pt;z-index:251681280;v-text-anchor:middle" filled="f" stroked="f" strokeweight="0">
            <v:stroke dashstyle="1 1" endcap="round"/>
            <v:textbox style="layout-flow:vertical-ideographic;mso-next-textbox:#_x0000_s1062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3B53B2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６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-２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4B55D4">
      <w:pPr>
        <w:widowControl/>
        <w:jc w:val="left"/>
      </w:pPr>
      <w:r>
        <w:rPr>
          <w:noProof/>
        </w:rPr>
        <w:pict>
          <v:shape id="_x0000_s1061" type="#_x0000_t202" style="position:absolute;margin-left:516.95pt;margin-top:193.95pt;width:18pt;height:85.05pt;z-index:251680256;v-text-anchor:middle" filled="f" stroked="f" strokeweight="0">
            <v:stroke dashstyle="1 1" endcap="round"/>
            <v:textbox style="layout-flow:vertical-ideographic;mso-next-textbox:#_x0000_s1061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3B53B2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６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-３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4B55D4">
      <w:pPr>
        <w:widowControl/>
        <w:jc w:val="left"/>
      </w:pPr>
      <w:r>
        <w:rPr>
          <w:noProof/>
        </w:rPr>
        <w:pict>
          <v:shape id="_x0000_s1060" type="#_x0000_t202" style="position:absolute;margin-left:516.95pt;margin-top:328.95pt;width:18pt;height:85.05pt;z-index:251679232;v-text-anchor:middle" filled="f" stroked="f" strokeweight="0">
            <v:stroke dashstyle="1 1" endcap="round"/>
            <v:textbox style="layout-flow:vertical-ideographic;mso-next-textbox:#_x0000_s1060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3B53B2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６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-４</w:t>
                  </w:r>
                </w:p>
              </w:txbxContent>
            </v:textbox>
          </v:shape>
        </w:pict>
      </w:r>
      <w:r w:rsidR="00655DBE">
        <w:br w:type="page"/>
      </w:r>
    </w:p>
    <w:p w:rsidR="00142C71" w:rsidRDefault="004B55D4">
      <w:pPr>
        <w:widowControl/>
        <w:jc w:val="left"/>
      </w:pPr>
      <w:r>
        <w:rPr>
          <w:noProof/>
        </w:rPr>
        <w:lastRenderedPageBreak/>
        <w:pict>
          <v:shape id="_x0000_s1059" type="#_x0000_t202" style="position:absolute;margin-left:516.95pt;margin-top:486pt;width:18pt;height:85.05pt;z-index:251678208;v-text-anchor:middle" filled="f" stroked="f" strokeweight="0">
            <v:stroke dashstyle="1 1" endcap="round"/>
            <v:textbox style="layout-flow:vertical-ideographic;mso-next-textbox:#_x0000_s1059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3B53B2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６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-５</w:t>
                  </w:r>
                </w:p>
              </w:txbxContent>
            </v:textbox>
          </v:shape>
        </w:pict>
      </w:r>
      <w:r w:rsidR="00142C71">
        <w:br w:type="page"/>
      </w:r>
    </w:p>
    <w:p w:rsidR="00ED218A" w:rsidRDefault="004B55D4" w:rsidP="005A16F4">
      <w:pPr>
        <w:widowControl/>
        <w:jc w:val="left"/>
      </w:pPr>
      <w:r>
        <w:rPr>
          <w:noProof/>
        </w:rPr>
        <w:lastRenderedPageBreak/>
        <w:pict>
          <v:shape id="_x0000_s1058" type="#_x0000_t202" style="position:absolute;margin-left:516.95pt;margin-top:625.95pt;width:18pt;height:85.05pt;z-index:251677184;v-text-anchor:middle" filled="f" stroked="f" strokeweight="0">
            <v:stroke dashstyle="1 1" endcap="round"/>
            <v:textbox style="layout-flow:vertical-ideographic;mso-next-textbox:#_x0000_s1058" inset="0,0,0,0">
              <w:txbxContent>
                <w:p w:rsidR="00794F45" w:rsidRPr="00661544" w:rsidRDefault="00794F45" w:rsidP="00794F45">
                  <w:pPr>
                    <w:jc w:val="center"/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インデックス</w:t>
                  </w:r>
                  <w:r w:rsidR="003B53B2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  <w:eastAsianLayout w:id="212655872" w:vert="1" w:vertCompress="1"/>
                    </w:rPr>
                    <w:t>６</w:t>
                  </w:r>
                  <w:r w:rsidRPr="00661544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-６</w:t>
                  </w:r>
                </w:p>
              </w:txbxContent>
            </v:textbox>
          </v:shape>
        </w:pict>
      </w:r>
    </w:p>
    <w:sectPr w:rsidR="00ED218A" w:rsidSect="00B812C4">
      <w:headerReference w:type="even" r:id="rId7"/>
      <w:headerReference w:type="default" r:id="rId8"/>
      <w:headerReference w:type="first" r:id="rId9"/>
      <w:pgSz w:w="12587" w:h="16840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3C0" w:rsidRDefault="007443C0" w:rsidP="00B812C4">
      <w:r>
        <w:separator/>
      </w:r>
    </w:p>
  </w:endnote>
  <w:endnote w:type="continuationSeparator" w:id="0">
    <w:p w:rsidR="007443C0" w:rsidRDefault="007443C0" w:rsidP="00B81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3C0" w:rsidRDefault="007443C0" w:rsidP="00B812C4">
      <w:r>
        <w:separator/>
      </w:r>
    </w:p>
  </w:footnote>
  <w:footnote w:type="continuationSeparator" w:id="0">
    <w:p w:rsidR="007443C0" w:rsidRDefault="007443C0" w:rsidP="00B81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B24F4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446944" o:spid="_x0000_s2084" type="#_x0000_t75" style="position:absolute;left:0;text-align:left;margin-left:0;margin-top:0;width:647pt;height:859pt;z-index:-251642880;mso-position-horizontal:center;mso-position-horizontal-relative:margin;mso-position-vertical:center;mso-position-vertical-relative:margin" o:allowincell="f">
          <v:imagedata r:id="rId1" o:title="index06"/>
        </v:shape>
      </w:pict>
    </w:r>
    <w:r w:rsidR="00503B03">
      <w:rPr>
        <w:noProof/>
      </w:rPr>
      <w:pict>
        <v:shape id="WordPictureWatermark39288400" o:spid="_x0000_s2081" type="#_x0000_t75" style="position:absolute;left:0;text-align:left;margin-left:0;margin-top:0;width:647pt;height:859pt;z-index:-251644928;mso-position-horizontal:center;mso-position-horizontal-relative:margin;mso-position-vertical:center;mso-position-vertical-relative:margin" o:allowincell="f">
          <v:imagedata r:id="rId2" o:title="index07"/>
        </v:shape>
      </w:pict>
    </w:r>
    <w:r w:rsidR="00F74167">
      <w:rPr>
        <w:noProof/>
      </w:rPr>
      <w:pict>
        <v:shape id="WordPictureWatermark39053213" o:spid="_x0000_s2078" type="#_x0000_t75" style="position:absolute;left:0;text-align:left;margin-left:0;margin-top:0;width:647pt;height:859pt;z-index:-251646976;mso-position-horizontal:center;mso-position-horizontal-relative:margin;mso-position-vertical:center;mso-position-vertical-relative:margin" o:allowincell="f">
          <v:imagedata r:id="rId3" o:title="index08"/>
        </v:shape>
      </w:pict>
    </w:r>
    <w:r w:rsidR="00684E16">
      <w:rPr>
        <w:noProof/>
      </w:rPr>
      <w:pict>
        <v:shape id="WordPictureWatermark38797153" o:spid="_x0000_s2075" type="#_x0000_t75" style="position:absolute;left:0;text-align:left;margin-left:0;margin-top:0;width:647pt;height:859pt;z-index:-251649024;mso-position-horizontal:center;mso-position-horizontal-relative:margin;mso-position-vertical:center;mso-position-vertical-relative:margin" o:allowincell="f">
          <v:imagedata r:id="rId4" o:title="index09"/>
        </v:shape>
      </w:pict>
    </w:r>
    <w:r w:rsidR="00684E16">
      <w:rPr>
        <w:noProof/>
      </w:rPr>
      <w:pict>
        <v:shape id="WordPictureWatermark38778604" o:spid="_x0000_s2072" type="#_x0000_t75" style="position:absolute;left:0;text-align:left;margin-left:0;margin-top:0;width:647pt;height:859pt;z-index:-251651072;mso-position-horizontal:center;mso-position-horizontal-relative:margin;mso-position-vertical:center;mso-position-vertical-relative:margin" o:allowincell="f">
          <v:imagedata r:id="rId4" o:title="index09" gain="19661f" blacklevel="22938f"/>
        </v:shape>
      </w:pict>
    </w:r>
    <w:r w:rsidR="00A52534">
      <w:rPr>
        <w:noProof/>
      </w:rPr>
      <w:pict>
        <v:shape id="WordPictureWatermark38570858" o:spid="_x0000_s2069" type="#_x0000_t75" style="position:absolute;left:0;text-align:left;margin-left:0;margin-top:0;width:647pt;height:859pt;z-index:-251653120;mso-position-horizontal:center;mso-position-horizontal-relative:margin;mso-position-vertical:center;mso-position-vertical-relative:margin" o:allowincell="f">
          <v:imagedata r:id="rId5" o:title="index10"/>
        </v:shape>
      </w:pict>
    </w:r>
    <w:r w:rsidR="004B55D4">
      <w:rPr>
        <w:noProof/>
      </w:rPr>
      <w:pict>
        <v:shape id="WordPictureWatermark38324844" o:spid="_x0000_s2066" type="#_x0000_t75" style="position:absolute;left:0;text-align:left;margin-left:0;margin-top:0;width:647pt;height:859pt;z-index:-251655168;mso-position-horizontal:center;mso-position-horizontal-relative:margin;mso-position-vertical:center;mso-position-vertical-relative:margin" o:allowincell="f">
          <v:imagedata r:id="rId6" o:title="index11"/>
          <w10:wrap anchorx="margin" anchory="margin"/>
        </v:shape>
      </w:pict>
    </w:r>
    <w:r w:rsidR="004B55D4">
      <w:rPr>
        <w:noProof/>
      </w:rPr>
      <w:pict>
        <v:shape id="WordPictureWatermark37789605" o:spid="_x0000_s2063" type="#_x0000_t75" style="position:absolute;left:0;text-align:left;margin-left:0;margin-top:0;width:647pt;height:859pt;z-index:-251657216;mso-position-horizontal:center;mso-position-horizontal-relative:margin;mso-position-vertical:center;mso-position-vertical-relative:margin" o:allowincell="f">
          <v:imagedata r:id="rId7" o:title="index1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B24F4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446945" o:spid="_x0000_s2085" type="#_x0000_t75" style="position:absolute;left:0;text-align:left;margin-left:0;margin-top:0;width:647pt;height:859pt;z-index:-251641856;mso-position-horizontal:center;mso-position-horizontal-relative:page;mso-position-vertical:center;mso-position-vertical-relative:page" o:allowincell="f">
          <v:imagedata r:id="rId1" o:title="index06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B24F4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446943" o:spid="_x0000_s2083" type="#_x0000_t75" style="position:absolute;left:0;text-align:left;margin-left:0;margin-top:0;width:647pt;height:859pt;z-index:-251643904;mso-position-horizontal:center;mso-position-horizontal-relative:margin;mso-position-vertical:center;mso-position-vertical-relative:margin" o:allowincell="f">
          <v:imagedata r:id="rId1" o:title="index06"/>
        </v:shape>
      </w:pict>
    </w:r>
    <w:r w:rsidR="00503B03">
      <w:rPr>
        <w:noProof/>
      </w:rPr>
      <w:pict>
        <v:shape id="WordPictureWatermark39288399" o:spid="_x0000_s2080" type="#_x0000_t75" style="position:absolute;left:0;text-align:left;margin-left:0;margin-top:0;width:647pt;height:859pt;z-index:-251645952;mso-position-horizontal:center;mso-position-horizontal-relative:margin;mso-position-vertical:center;mso-position-vertical-relative:margin" o:allowincell="f">
          <v:imagedata r:id="rId2" o:title="index07"/>
        </v:shape>
      </w:pict>
    </w:r>
    <w:r w:rsidR="00F74167">
      <w:rPr>
        <w:noProof/>
      </w:rPr>
      <w:pict>
        <v:shape id="WordPictureWatermark39053212" o:spid="_x0000_s2077" type="#_x0000_t75" style="position:absolute;left:0;text-align:left;margin-left:0;margin-top:0;width:647pt;height:859pt;z-index:-251648000;mso-position-horizontal:center;mso-position-horizontal-relative:margin;mso-position-vertical:center;mso-position-vertical-relative:margin" o:allowincell="f">
          <v:imagedata r:id="rId3" o:title="index08"/>
        </v:shape>
      </w:pict>
    </w:r>
    <w:r w:rsidR="00684E16">
      <w:rPr>
        <w:noProof/>
      </w:rPr>
      <w:pict>
        <v:shape id="WordPictureWatermark38797152" o:spid="_x0000_s2074" type="#_x0000_t75" style="position:absolute;left:0;text-align:left;margin-left:0;margin-top:0;width:647pt;height:859pt;z-index:-251650048;mso-position-horizontal:center;mso-position-horizontal-relative:margin;mso-position-vertical:center;mso-position-vertical-relative:margin" o:allowincell="f">
          <v:imagedata r:id="rId4" o:title="index09"/>
        </v:shape>
      </w:pict>
    </w:r>
    <w:r w:rsidR="00684E16">
      <w:rPr>
        <w:noProof/>
      </w:rPr>
      <w:pict>
        <v:shape id="WordPictureWatermark38778603" o:spid="_x0000_s2071" type="#_x0000_t75" style="position:absolute;left:0;text-align:left;margin-left:0;margin-top:0;width:647pt;height:859pt;z-index:-251652096;mso-position-horizontal:center;mso-position-horizontal-relative:margin;mso-position-vertical:center;mso-position-vertical-relative:margin" o:allowincell="f">
          <v:imagedata r:id="rId4" o:title="index09" gain="19661f" blacklevel="22938f"/>
        </v:shape>
      </w:pict>
    </w:r>
    <w:r w:rsidR="00A52534">
      <w:rPr>
        <w:noProof/>
      </w:rPr>
      <w:pict>
        <v:shape id="WordPictureWatermark38570857" o:spid="_x0000_s2068" type="#_x0000_t75" style="position:absolute;left:0;text-align:left;margin-left:0;margin-top:0;width:647pt;height:859pt;z-index:-251654144;mso-position-horizontal:center;mso-position-horizontal-relative:margin;mso-position-vertical:center;mso-position-vertical-relative:margin" o:allowincell="f">
          <v:imagedata r:id="rId5" o:title="index10"/>
        </v:shape>
      </w:pict>
    </w:r>
    <w:r w:rsidR="004B55D4">
      <w:rPr>
        <w:noProof/>
      </w:rPr>
      <w:pict>
        <v:shape id="WordPictureWatermark38324843" o:spid="_x0000_s2065" type="#_x0000_t75" style="position:absolute;left:0;text-align:left;margin-left:0;margin-top:0;width:647pt;height:859pt;z-index:-251656192;mso-position-horizontal:center;mso-position-horizontal-relative:margin;mso-position-vertical:center;mso-position-vertical-relative:margin" o:allowincell="f">
          <v:imagedata r:id="rId6" o:title="index11"/>
          <w10:wrap anchorx="margin" anchory="margin"/>
        </v:shape>
      </w:pict>
    </w:r>
    <w:r w:rsidR="004B55D4">
      <w:rPr>
        <w:noProof/>
      </w:rPr>
      <w:pict>
        <v:shape id="WordPictureWatermark37789604" o:spid="_x0000_s2062" type="#_x0000_t75" style="position:absolute;left:0;text-align:left;margin-left:0;margin-top:0;width:647pt;height:859pt;z-index:-251658240;mso-position-horizontal:center;mso-position-horizontal-relative:margin;mso-position-vertical:center;mso-position-vertical-relative:margin" o:allowincell="f">
          <v:imagedata r:id="rId7" o:title="index1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570"/>
    <w:rsid w:val="001011B1"/>
    <w:rsid w:val="00123A91"/>
    <w:rsid w:val="00142C71"/>
    <w:rsid w:val="001B6D04"/>
    <w:rsid w:val="001F2751"/>
    <w:rsid w:val="002A4759"/>
    <w:rsid w:val="00336010"/>
    <w:rsid w:val="003607A3"/>
    <w:rsid w:val="003B53B2"/>
    <w:rsid w:val="00400142"/>
    <w:rsid w:val="00451159"/>
    <w:rsid w:val="004B55D4"/>
    <w:rsid w:val="004E7570"/>
    <w:rsid w:val="0050339E"/>
    <w:rsid w:val="00503B03"/>
    <w:rsid w:val="00511368"/>
    <w:rsid w:val="005A16F4"/>
    <w:rsid w:val="00655DBE"/>
    <w:rsid w:val="00661544"/>
    <w:rsid w:val="00684E16"/>
    <w:rsid w:val="00692B55"/>
    <w:rsid w:val="00704846"/>
    <w:rsid w:val="007443C0"/>
    <w:rsid w:val="00794F45"/>
    <w:rsid w:val="00A43CA4"/>
    <w:rsid w:val="00A52534"/>
    <w:rsid w:val="00B24F48"/>
    <w:rsid w:val="00B446D9"/>
    <w:rsid w:val="00B812C4"/>
    <w:rsid w:val="00C970F7"/>
    <w:rsid w:val="00D95898"/>
    <w:rsid w:val="00E25F3A"/>
    <w:rsid w:val="00E871AB"/>
    <w:rsid w:val="00ED218A"/>
    <w:rsid w:val="00F25355"/>
    <w:rsid w:val="00F61787"/>
    <w:rsid w:val="00F679D8"/>
    <w:rsid w:val="00F7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812C4"/>
  </w:style>
  <w:style w:type="paragraph" w:styleId="a5">
    <w:name w:val="footer"/>
    <w:basedOn w:val="a"/>
    <w:link w:val="a6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812C4"/>
  </w:style>
  <w:style w:type="paragraph" w:styleId="a7">
    <w:name w:val="Balloon Text"/>
    <w:basedOn w:val="a"/>
    <w:link w:val="a8"/>
    <w:uiPriority w:val="99"/>
    <w:semiHidden/>
    <w:unhideWhenUsed/>
    <w:rsid w:val="00B812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2C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fault.default-PC\Desktop\&#12452;&#12531;&#12487;&#12483;&#12463;&#12473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08E6E-F5A6-4003-9F5C-83AF0DBA4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インデックステンプレート.dot</Template>
  <TotalTime>3</TotalTime>
  <Pages>6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3</cp:revision>
  <dcterms:created xsi:type="dcterms:W3CDTF">2012-12-21T10:56:00Z</dcterms:created>
  <dcterms:modified xsi:type="dcterms:W3CDTF">2012-12-21T10:58:00Z</dcterms:modified>
</cp:coreProperties>
</file>